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757" w:lineRule="exact"/>
        <w:ind w:left="3240" w:right="-20"/>
        <w:jc w:val="left"/>
        <w:rPr>
          <w:rFonts w:ascii="Arial" w:hAnsi="Arial" w:cs="Arial" w:eastAsia="Arial"/>
          <w:sz w:val="70"/>
          <w:szCs w:val="70"/>
        </w:rPr>
      </w:pPr>
      <w:rPr/>
      <w:r>
        <w:rPr/>
        <w:pict>
          <v:shape style="position:absolute;margin-left:484.799988pt;margin-top:-7.350785pt;width:103.68pt;height:55.68pt;mso-position-horizontal-relative:page;mso-position-vertical-relative:paragraph;z-index:-251" type="#_x0000_t75">
            <v:imagedata r:id="rId5" o:title=""/>
          </v:shape>
        </w:pict>
      </w:r>
      <w:r>
        <w:rPr>
          <w:rFonts w:ascii="Arial" w:hAnsi="Arial" w:cs="Arial" w:eastAsia="Arial"/>
          <w:sz w:val="70"/>
          <w:szCs w:val="70"/>
          <w:w w:val="51"/>
          <w:b/>
          <w:bCs/>
          <w:position w:val="-2"/>
        </w:rPr>
        <w:t>Th</w:t>
      </w:r>
      <w:r>
        <w:rPr>
          <w:rFonts w:ascii="Arial" w:hAnsi="Arial" w:cs="Arial" w:eastAsia="Arial"/>
          <w:sz w:val="70"/>
          <w:szCs w:val="70"/>
          <w:w w:val="52"/>
          <w:b/>
          <w:bCs/>
          <w:position w:val="-2"/>
        </w:rPr>
        <w:t>e</w:t>
      </w:r>
      <w:r>
        <w:rPr>
          <w:rFonts w:ascii="Arial" w:hAnsi="Arial" w:cs="Arial" w:eastAsia="Arial"/>
          <w:sz w:val="70"/>
          <w:szCs w:val="70"/>
          <w:spacing w:val="-85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70"/>
          <w:szCs w:val="70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70"/>
          <w:szCs w:val="70"/>
          <w:spacing w:val="-106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70"/>
          <w:szCs w:val="70"/>
          <w:spacing w:val="0"/>
          <w:w w:val="47"/>
          <w:b/>
          <w:bCs/>
          <w:position w:val="-2"/>
        </w:rPr>
        <w:t>o</w:t>
      </w:r>
      <w:r>
        <w:rPr>
          <w:rFonts w:ascii="Arial" w:hAnsi="Arial" w:cs="Arial" w:eastAsia="Arial"/>
          <w:sz w:val="70"/>
          <w:szCs w:val="70"/>
          <w:spacing w:val="0"/>
          <w:w w:val="48"/>
          <w:b/>
          <w:bCs/>
          <w:position w:val="-2"/>
        </w:rPr>
        <w:t>f</w:t>
      </w:r>
      <w:r>
        <w:rPr>
          <w:rFonts w:ascii="Arial" w:hAnsi="Arial" w:cs="Arial" w:eastAsia="Arial"/>
          <w:sz w:val="70"/>
          <w:szCs w:val="70"/>
          <w:spacing w:val="-85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70"/>
          <w:szCs w:val="70"/>
          <w:spacing w:val="0"/>
          <w:w w:val="49"/>
          <w:b/>
          <w:bCs/>
          <w:position w:val="-2"/>
        </w:rPr>
        <w:t>Objects</w:t>
      </w:r>
      <w:r>
        <w:rPr>
          <w:rFonts w:ascii="Arial" w:hAnsi="Arial" w:cs="Arial" w:eastAsia="Arial"/>
          <w:sz w:val="70"/>
          <w:szCs w:val="70"/>
          <w:spacing w:val="0"/>
          <w:w w:val="100"/>
          <w:position w:val="0"/>
        </w:rPr>
      </w:r>
    </w:p>
    <w:p>
      <w:pPr>
        <w:spacing w:before="0" w:after="0" w:line="216" w:lineRule="exact"/>
        <w:ind w:left="131" w:right="-20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spacing w:val="0"/>
          <w:w w:val="52"/>
          <w:position w:val="1"/>
        </w:rPr>
        <w:t>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0"/>
        </w:rPr>
      </w:r>
    </w:p>
    <w:p>
      <w:pPr>
        <w:spacing w:before="98" w:after="0" w:line="780" w:lineRule="atLeast"/>
        <w:ind w:left="150" w:right="5671"/>
        <w:jc w:val="left"/>
        <w:rPr>
          <w:rFonts w:ascii="Arial" w:hAnsi="Arial" w:cs="Arial" w:eastAsia="Arial"/>
          <w:sz w:val="60"/>
          <w:szCs w:val="60"/>
        </w:rPr>
      </w:pPr>
      <w:rPr/>
      <w:r>
        <w:rPr/>
        <w:pict>
          <v:shape style="position:absolute;margin-left:484.799988pt;margin-top:16.97135pt;width:108.480003pt;height:120pt;mso-position-horizontal-relative:page;mso-position-vertical-relative:paragraph;z-index:-250" type="#_x0000_t75">
            <v:imagedata r:id="rId6" o:title=""/>
          </v:shape>
        </w:pic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Th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e</w:t>
      </w:r>
      <w:r>
        <w:rPr>
          <w:rFonts w:ascii="Arial" w:hAnsi="Arial" w:cs="Arial" w:eastAsia="Arial"/>
          <w:sz w:val="60"/>
          <w:szCs w:val="60"/>
          <w:spacing w:val="-18"/>
          <w:w w:val="126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Yea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r</w:t>
      </w:r>
      <w:r>
        <w:rPr>
          <w:rFonts w:ascii="Arial" w:hAnsi="Arial" w:cs="Arial" w:eastAsia="Arial"/>
          <w:sz w:val="60"/>
          <w:szCs w:val="60"/>
          <w:spacing w:val="9"/>
          <w:w w:val="126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of</w:t>
      </w:r>
      <w:r>
        <w:rPr>
          <w:rFonts w:ascii="Arial" w:hAnsi="Arial" w:cs="Arial" w:eastAsia="Arial"/>
          <w:sz w:val="60"/>
          <w:szCs w:val="60"/>
          <w:spacing w:val="0"/>
          <w:w w:val="126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30"/>
          <w:b/>
          <w:bCs/>
        </w:rPr>
        <w:t>th</w:t>
      </w:r>
      <w:r>
        <w:rPr>
          <w:rFonts w:ascii="Arial" w:hAnsi="Arial" w:cs="Arial" w:eastAsia="Arial"/>
          <w:sz w:val="60"/>
          <w:szCs w:val="60"/>
          <w:spacing w:val="0"/>
          <w:w w:val="130"/>
          <w:b/>
          <w:bCs/>
        </w:rPr>
        <w:t>e</w:t>
      </w:r>
      <w:r>
        <w:rPr>
          <w:rFonts w:ascii="Arial" w:hAnsi="Arial" w:cs="Arial" w:eastAsia="Arial"/>
          <w:sz w:val="60"/>
          <w:szCs w:val="60"/>
          <w:spacing w:val="-13"/>
          <w:w w:val="130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30"/>
          <w:b/>
          <w:bCs/>
        </w:rPr>
        <w:t>Net</w:t>
      </w:r>
      <w:r>
        <w:rPr>
          <w:rFonts w:ascii="Arial" w:hAnsi="Arial" w:cs="Arial" w:eastAsia="Arial"/>
          <w:sz w:val="60"/>
          <w:szCs w:val="60"/>
          <w:spacing w:val="34"/>
          <w:w w:val="130"/>
          <w:b/>
          <w:bCs/>
        </w:rPr>
        <w:t> </w:t>
      </w:r>
      <w:r>
        <w:rPr>
          <w:rFonts w:ascii="Arial" w:hAnsi="Arial" w:cs="Arial" w:eastAsia="Arial"/>
          <w:sz w:val="60"/>
          <w:szCs w:val="60"/>
          <w:spacing w:val="0"/>
          <w:w w:val="130"/>
          <w:b/>
          <w:bCs/>
        </w:rPr>
        <w:t>Wars</w:t>
      </w:r>
      <w:r>
        <w:rPr>
          <w:rFonts w:ascii="Arial" w:hAnsi="Arial" w:cs="Arial" w:eastAsia="Arial"/>
          <w:sz w:val="60"/>
          <w:szCs w:val="60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60"/>
          <w:pgMar w:top="380" w:bottom="280" w:left="1220" w:right="0"/>
        </w:sectPr>
      </w:pPr>
      <w:rPr/>
    </w:p>
    <w:p>
      <w:pPr>
        <w:spacing w:before="27" w:after="0" w:line="240" w:lineRule="auto"/>
        <w:ind w:left="160" w:right="601"/>
        <w:jc w:val="both"/>
        <w:rPr>
          <w:rFonts w:ascii="Arial" w:hAnsi="Arial" w:cs="Arial" w:eastAsia="Arial"/>
          <w:sz w:val="26"/>
          <w:szCs w:val="26"/>
        </w:rPr>
      </w:pPr>
      <w:rPr/>
      <w:r>
        <w:rPr/>
        <w:pict>
          <v:group style="position:absolute;margin-left:5.133114pt;margin-top:4.424102pt;width:104.572279pt;height:778.721385pt;mso-position-horizontal-relative:page;mso-position-vertical-relative:page;z-index:-249" coordorigin="103,88" coordsize="2091,15574">
            <v:group style="position:absolute;left:544;top:96;width:2;height:15560" coordorigin="544,96" coordsize="2,15560">
              <v:shape style="position:absolute;left:544;top:96;width:2;height:15560" coordorigin="544,96" coordsize="0,15560" path="m544,15656l544,96e" filled="f" stroked="t" strokeweight=".716248pt" strokecolor="#000000">
                <v:path arrowok="t"/>
              </v:shape>
            </v:group>
            <v:group style="position:absolute;left:124;top:15536;width:2048;height:2" coordorigin="124,15536" coordsize="2048,2">
              <v:shape style="position:absolute;left:124;top:15536;width:2048;height:2" coordorigin="124,15536" coordsize="2048,0" path="m124,15536l2173,15536e" filled="f" stroked="t" strokeweight="2.14874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6"/>
          <w:szCs w:val="26"/>
          <w:spacing w:val="0"/>
          <w:w w:val="85"/>
        </w:rPr>
        <w:t>BY</w:t>
      </w:r>
      <w:r>
        <w:rPr>
          <w:rFonts w:ascii="Arial" w:hAnsi="Arial" w:cs="Arial" w:eastAsia="Arial"/>
          <w:sz w:val="26"/>
          <w:szCs w:val="26"/>
          <w:spacing w:val="28"/>
          <w:w w:val="85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85"/>
        </w:rPr>
        <w:t>ROGE</w:t>
      </w:r>
      <w:r>
        <w:rPr>
          <w:rFonts w:ascii="Arial" w:hAnsi="Arial" w:cs="Arial" w:eastAsia="Arial"/>
          <w:sz w:val="26"/>
          <w:szCs w:val="26"/>
          <w:spacing w:val="0"/>
          <w:w w:val="85"/>
        </w:rPr>
        <w:t>R</w:t>
      </w:r>
      <w:r>
        <w:rPr>
          <w:rFonts w:ascii="Arial" w:hAnsi="Arial" w:cs="Arial" w:eastAsia="Arial"/>
          <w:sz w:val="26"/>
          <w:szCs w:val="26"/>
          <w:spacing w:val="13"/>
          <w:w w:val="85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85"/>
        </w:rPr>
        <w:t>SESSIONS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20" w:lineRule="exact"/>
        <w:ind w:left="876" w:right="-50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6.849854pt;margin-top:-1.765727pt;width:35.089202pt;height:40.5pt;mso-position-horizontal-relative:page;mso-position-vertical-relative:paragraph;z-index:-246" type="#_x0000_t202" filled="f" stroked="f">
            <v:textbox inset="0,0,0,0">
              <w:txbxContent>
                <w:p>
                  <w:pPr>
                    <w:spacing w:before="0" w:after="0" w:line="810" w:lineRule="exact"/>
                    <w:ind w:right="-162"/>
                    <w:jc w:val="left"/>
                    <w:rPr>
                      <w:rFonts w:ascii="Times New Roman" w:hAnsi="Times New Roman" w:cs="Times New Roman" w:eastAsia="Times New Roman"/>
                      <w:sz w:val="81"/>
                      <w:szCs w:val="81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81"/>
                      <w:szCs w:val="81"/>
                      <w:spacing w:val="0"/>
                      <w:w w:val="120"/>
                    </w:rPr>
                    <w:t>Y</w:t>
                  </w:r>
                  <w:r>
                    <w:rPr>
                      <w:rFonts w:ascii="Times New Roman" w:hAnsi="Times New Roman" w:cs="Times New Roman" w:eastAsia="Times New Roman"/>
                      <w:sz w:val="81"/>
                      <w:szCs w:val="81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didn't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Super­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bowl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slept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Olympics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forgo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60" w:right="-47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presidential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debates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melee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nobody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missed.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170" w:right="21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1996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60" w:right="-42" w:firstLine="2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settled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probabl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won'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opening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60" w:right="-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skirmishe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55" w:right="81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victim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fallen.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55" w:right="-44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usual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usual,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entirel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it'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out.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55" w:right="-47" w:firstLine="24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It'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temptin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dismis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Net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pelling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seriou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weaknesses.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394" w:right="-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oppositio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7" w:lineRule="auto"/>
        <w:ind w:left="155" w:right="-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Netscape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SunSoft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Netscape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highl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successful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Web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Netscape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Navigator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SunSoft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8" w:lineRule="auto"/>
        <w:ind w:left="155" w:right="-48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programming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publishin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industr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unprece­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storm.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8" w:lineRule="auto"/>
        <w:ind w:left="160" w:right="-51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logical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everybod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guess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),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unimportant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browse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tivel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uninterestin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document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live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someplace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27" w:lineRule="auto"/>
        <w:ind w:left="170" w:right="-54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Netscape/SunSoft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mechanism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browser.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right="-42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everyone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browse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gues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espe­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browse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runs.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248" w:right="-47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IBM'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strateg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simple: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7" w:lineRule="auto"/>
        <w:ind w:left="5" w:right="-40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friend.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whateve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Netscape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SunSof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5" w:right="-44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fought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interrelated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64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64"/>
        </w:rPr>
        <w:t>t</w:t>
      </w:r>
      <w:r>
        <w:rPr>
          <w:rFonts w:ascii="Arial" w:hAnsi="Arial" w:cs="Arial" w:eastAsia="Arial"/>
          <w:sz w:val="17"/>
          <w:szCs w:val="17"/>
          <w:spacing w:val="-31"/>
          <w:w w:val="16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difficult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isolation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fronts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88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3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3"/>
          <w:w w:val="25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5" w:right="130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3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58"/>
          <w:w w:val="25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scriptin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</w:p>
    <w:p>
      <w:pPr>
        <w:spacing w:before="0" w:after="0" w:line="225" w:lineRule="exact"/>
        <w:ind w:left="5" w:right="168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63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8"/>
          <w:w w:val="26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browser.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9" w:right="217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8"/>
          <w:b/>
          <w:bCs/>
        </w:rPr>
        <w:t>Programming</w:t>
      </w:r>
      <w:r>
        <w:rPr>
          <w:rFonts w:ascii="Arial" w:hAnsi="Arial" w:cs="Arial" w:eastAsia="Arial"/>
          <w:sz w:val="18"/>
          <w:szCs w:val="18"/>
          <w:spacing w:val="-18"/>
          <w:w w:val="138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3"/>
          <w:b/>
          <w:bCs/>
        </w:rPr>
        <w:t>language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0" w:after="0" w:line="227" w:lineRule="auto"/>
        <w:ind w:left="10" w:right="-51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arena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representing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SunSoft/Netscape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ActiveX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Controls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representin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9" w:lineRule="auto"/>
        <w:ind w:left="10" w:right="-46" w:firstLine="22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lan­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guag</w:t>
      </w:r>
      <w:r>
        <w:rPr>
          <w:rFonts w:ascii="Arial" w:hAnsi="Arial" w:cs="Arial" w:eastAsia="Arial"/>
          <w:sz w:val="17"/>
          <w:szCs w:val="17"/>
          <w:spacing w:val="0"/>
          <w:w w:val="148"/>
        </w:rPr>
        <w:t>It</w:t>
      </w:r>
      <w:r>
        <w:rPr>
          <w:rFonts w:ascii="Arial" w:hAnsi="Arial" w:cs="Arial" w:eastAsia="Arial"/>
          <w:sz w:val="17"/>
          <w:szCs w:val="17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compact,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interpreted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57"/>
        </w:rPr>
        <w:t>It</w:t>
      </w:r>
      <w:r>
        <w:rPr>
          <w:rFonts w:ascii="Arial" w:hAnsi="Arial" w:cs="Arial" w:eastAsia="Arial"/>
          <w:sz w:val="18"/>
          <w:szCs w:val="18"/>
          <w:spacing w:val="-11"/>
          <w:w w:val="15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0"/>
          <w:i/>
        </w:rPr>
        <w:t>C++,</w:t>
      </w:r>
      <w:r>
        <w:rPr>
          <w:rFonts w:ascii="Arial" w:hAnsi="Arial" w:cs="Arial" w:eastAsia="Arial"/>
          <w:sz w:val="20"/>
          <w:szCs w:val="20"/>
          <w:spacing w:val="-10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9" w:lineRule="auto"/>
        <w:ind w:right="-48" w:firstLine="24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interpreted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interpreter.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interprete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highl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portable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recompiled;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downloade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run.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absolutel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difference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UNIX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OS/2.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8" w:lineRule="auto"/>
        <w:ind w:left="10" w:right="-54" w:firstLine="22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"downloa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run"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capa­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essential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Soft/Netscape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"who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philosophy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7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5"/>
        </w:rPr>
        <w:t>It</w:t>
      </w:r>
      <w:r>
        <w:rPr>
          <w:rFonts w:ascii="Arial" w:hAnsi="Arial" w:cs="Arial" w:eastAsia="Arial"/>
          <w:sz w:val="18"/>
          <w:szCs w:val="18"/>
          <w:spacing w:val="-3"/>
          <w:w w:val="14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attractive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concept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soft-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ind w:left="124" w:right="678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vendo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sup­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single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machine.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10" w:right="663" w:firstLine="25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categorie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interpreters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categor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interprete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4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designe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running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stand-alone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applications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run­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mini-application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browser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mini-application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called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applets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slightl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applet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application.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24" w:right="678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lan­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29" w:right="67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plenty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0" w:lineRule="exact"/>
        <w:ind w:left="134" w:right="67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software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developers.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16" w:lineRule="exact"/>
        <w:ind w:left="134" w:right="662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Netscape/SunSoft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component.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29" w:right="65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widel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accepte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components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Embed­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OLE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describe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can'be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component.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well-define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mech­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interactin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abilit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embedde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anoth­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typically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38" w:right="132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cific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OLE.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8" w:lineRule="auto"/>
        <w:ind w:left="134" w:right="664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OLE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across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Internet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tension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ActiveX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-32" w:right="692"/>
        <w:jc w:val="center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397.040405pt;margin-top:33.920929pt;width:37.244921pt;height:.1pt;mso-position-horizontal-relative:page;mso-position-vertical-relative:paragraph;z-index:-248" coordorigin="7941,678" coordsize="745,2">
            <v:shape style="position:absolute;left:7941;top:678;width:745;height:2" coordorigin="7941,678" coordsize="745,0" path="m7941,678l8686,678e" filled="f" stroked="t" strokeweight=".238749pt" strokecolor="#000000">
              <v:path arrowok="t"/>
            </v:shape>
          </v:group>
          <w10:wrap type="none"/>
        </w:pict>
      </w:r>
      <w:r>
        <w:rPr/>
        <w:pict>
          <v:group style="position:absolute;margin-left:446.461548pt;margin-top:34.3997pt;width:56.58363pt;height:.1pt;mso-position-horizontal-relative:page;mso-position-vertical-relative:paragraph;z-index:-247" coordorigin="8929,688" coordsize="1132,2">
            <v:shape style="position:absolute;left:8929;top:688;width:1132;height:2" coordorigin="8929,688" coordsize="1132,0" path="m8929,688l10061,688e" filled="f" stroked="t" strokeweight=".238749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4"/>
          <w:szCs w:val="14"/>
          <w:spacing w:val="0"/>
          <w:w w:val="139"/>
          <w:b/>
          <w:bCs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39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15"/>
          <w:w w:val="139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9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9"/>
          <w:w w:val="139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i/>
        </w:rPr>
        <w:t>Z</w:t>
      </w:r>
      <w:r>
        <w:rPr>
          <w:rFonts w:ascii="Arial" w:hAnsi="Arial" w:cs="Arial" w:eastAsia="Arial"/>
          <w:sz w:val="14"/>
          <w:szCs w:val="14"/>
          <w:spacing w:val="17"/>
          <w:w w:val="100"/>
          <w:b/>
          <w:bCs/>
          <w:i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2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21"/>
          <w:w w:val="14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42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31"/>
          <w:w w:val="142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16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9"/>
        </w:rPr>
        <w:t>J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59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A</w:t>
      </w:r>
      <w:r>
        <w:rPr>
          <w:rFonts w:ascii="Arial" w:hAnsi="Arial" w:cs="Arial" w:eastAsia="Arial"/>
          <w:sz w:val="15"/>
          <w:szCs w:val="15"/>
          <w:spacing w:val="9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N</w:t>
      </w:r>
      <w:r>
        <w:rPr>
          <w:rFonts w:ascii="Arial" w:hAnsi="Arial" w:cs="Arial" w:eastAsia="Arial"/>
          <w:sz w:val="15"/>
          <w:szCs w:val="15"/>
          <w:spacing w:val="16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U</w:t>
      </w:r>
      <w:r>
        <w:rPr>
          <w:rFonts w:ascii="Arial" w:hAnsi="Arial" w:cs="Arial" w:eastAsia="Arial"/>
          <w:sz w:val="15"/>
          <w:szCs w:val="15"/>
          <w:spacing w:val="24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A</w:t>
      </w:r>
      <w:r>
        <w:rPr>
          <w:rFonts w:ascii="Arial" w:hAnsi="Arial" w:cs="Arial" w:eastAsia="Arial"/>
          <w:sz w:val="15"/>
          <w:szCs w:val="15"/>
          <w:spacing w:val="8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R</w:t>
      </w:r>
      <w:r>
        <w:rPr>
          <w:rFonts w:ascii="Arial" w:hAnsi="Arial" w:cs="Arial" w:eastAsia="Arial"/>
          <w:sz w:val="15"/>
          <w:szCs w:val="15"/>
          <w:spacing w:val="18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Y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  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1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11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9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7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9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1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7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    </w:t>
      </w:r>
      <w:r>
        <w:rPr>
          <w:rFonts w:ascii="Arial" w:hAnsi="Arial" w:cs="Arial" w:eastAsia="Arial"/>
          <w:sz w:val="15"/>
          <w:szCs w:val="15"/>
          <w:spacing w:val="4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8"/>
        </w:rPr>
        <w:t>45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jc w:val="center"/>
        <w:spacing w:after="0"/>
        <w:sectPr>
          <w:type w:val="continuous"/>
          <w:pgSz w:w="11920" w:h="16860"/>
          <w:pgMar w:top="380" w:bottom="280" w:left="1220" w:right="0"/>
          <w:cols w:num="3" w:equalWidth="0">
            <w:col w:w="3243" w:space="274"/>
            <w:col w:w="3096" w:space="151"/>
            <w:col w:w="3936"/>
          </w:cols>
        </w:sectPr>
      </w:pPr>
      <w:rPr/>
    </w:p>
    <w:p>
      <w:pPr>
        <w:spacing w:before="24" w:after="0" w:line="621" w:lineRule="exact"/>
        <w:ind w:left="118" w:right="-20"/>
        <w:jc w:val="left"/>
        <w:tabs>
          <w:tab w:pos="4280" w:val="left"/>
        </w:tabs>
        <w:rPr>
          <w:rFonts w:ascii="Times New Roman" w:hAnsi="Times New Roman" w:cs="Times New Roman" w:eastAsia="Times New Roman"/>
          <w:sz w:val="55"/>
          <w:szCs w:val="55"/>
        </w:rPr>
      </w:pPr>
      <w:rPr/>
      <w:r>
        <w:rPr>
          <w:rFonts w:ascii="Times New Roman" w:hAnsi="Times New Roman" w:cs="Times New Roman" w:eastAsia="Times New Roman"/>
          <w:sz w:val="55"/>
          <w:szCs w:val="55"/>
          <w:spacing w:val="0"/>
          <w:w w:val="35"/>
          <w:position w:val="-2"/>
        </w:rPr>
        <w:t>•·····················································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35"/>
          <w:position w:val="-2"/>
        </w:rPr>
        <w:t> </w:t>
      </w:r>
      <w:r>
        <w:rPr>
          <w:rFonts w:ascii="Times New Roman" w:hAnsi="Times New Roman" w:cs="Times New Roman" w:eastAsia="Times New Roman"/>
          <w:sz w:val="55"/>
          <w:szCs w:val="55"/>
          <w:spacing w:val="44"/>
          <w:w w:val="35"/>
          <w:position w:val="-2"/>
        </w:rPr>
        <w:t> 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74"/>
          <w:b/>
          <w:bCs/>
          <w:position w:val="-2"/>
        </w:rPr>
        <w:t>}</w:t>
      </w:r>
      <w:r>
        <w:rPr>
          <w:rFonts w:ascii="Times New Roman" w:hAnsi="Times New Roman" w:cs="Times New Roman" w:eastAsia="Times New Roman"/>
          <w:sz w:val="55"/>
          <w:szCs w:val="55"/>
          <w:spacing w:val="-100"/>
          <w:w w:val="74"/>
          <w:b/>
          <w:bCs/>
          <w:position w:val="-2"/>
        </w:rPr>
        <w:t> 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100"/>
          <w:b/>
          <w:bCs/>
          <w:position w:val="-2"/>
        </w:rPr>
        <w:tab/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74"/>
          <w:b/>
          <w:bCs/>
          <w:position w:val="-2"/>
        </w:rPr>
        <w:t>rldofD</w:t>
      </w:r>
      <w:r>
        <w:rPr>
          <w:rFonts w:ascii="Times New Roman" w:hAnsi="Times New Roman" w:cs="Times New Roman" w:eastAsia="Times New Roman"/>
          <w:sz w:val="55"/>
          <w:szCs w:val="55"/>
          <w:spacing w:val="2"/>
          <w:w w:val="74"/>
          <w:b/>
          <w:bCs/>
          <w:position w:val="-2"/>
        </w:rPr>
        <w:t> 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74"/>
          <w:b/>
          <w:bCs/>
          <w:position w:val="-2"/>
        </w:rPr>
        <w:t>i</w:t>
      </w:r>
      <w:r>
        <w:rPr>
          <w:rFonts w:ascii="Times New Roman" w:hAnsi="Times New Roman" w:cs="Times New Roman" w:eastAsia="Times New Roman"/>
          <w:sz w:val="55"/>
          <w:szCs w:val="55"/>
          <w:spacing w:val="2"/>
          <w:w w:val="74"/>
          <w:b/>
          <w:bCs/>
          <w:position w:val="-2"/>
        </w:rPr>
        <w:t> 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74"/>
          <w:b/>
          <w:bCs/>
          <w:position w:val="-2"/>
        </w:rPr>
        <w:t>ct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74"/>
          <w:b/>
          <w:bCs/>
          <w:position w:val="-2"/>
        </w:rPr>
        <w:t>s</w:t>
      </w:r>
      <w:r>
        <w:rPr>
          <w:rFonts w:ascii="Times New Roman" w:hAnsi="Times New Roman" w:cs="Times New Roman" w:eastAsia="Times New Roman"/>
          <w:sz w:val="55"/>
          <w:szCs w:val="55"/>
          <w:spacing w:val="41"/>
          <w:w w:val="74"/>
          <w:b/>
          <w:bCs/>
          <w:position w:val="-2"/>
        </w:rPr>
        <w:t> 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29"/>
          <w:b/>
          <w:bCs/>
          <w:position w:val="-2"/>
        </w:rPr>
        <w:t>.........................</w:t>
      </w:r>
      <w:r>
        <w:rPr>
          <w:rFonts w:ascii="Times New Roman" w:hAnsi="Times New Roman" w:cs="Times New Roman" w:eastAsia="Times New Roman"/>
          <w:sz w:val="55"/>
          <w:szCs w:val="55"/>
          <w:spacing w:val="9"/>
          <w:w w:val="29"/>
          <w:b/>
          <w:bCs/>
          <w:position w:val="-2"/>
        </w:rPr>
        <w:t>.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21"/>
          <w:b/>
          <w:bCs/>
          <w:position w:val="-2"/>
        </w:rPr>
        <w:t>.</w:t>
      </w:r>
      <w:r>
        <w:rPr>
          <w:rFonts w:ascii="Times New Roman" w:hAnsi="Times New Roman" w:cs="Times New Roman" w:eastAsia="Times New Roman"/>
          <w:sz w:val="55"/>
          <w:szCs w:val="55"/>
          <w:spacing w:val="0"/>
          <w:w w:val="100"/>
          <w:position w:val="0"/>
        </w:rPr>
      </w:r>
    </w:p>
    <w:p>
      <w:pPr>
        <w:jc w:val="left"/>
        <w:spacing w:after="0"/>
        <w:sectPr>
          <w:pgSz w:w="11920" w:h="16860"/>
          <w:pgMar w:top="360" w:bottom="280" w:left="1280" w:right="560"/>
        </w:sectPr>
      </w:pPr>
      <w:rPr/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29" w:lineRule="auto"/>
        <w:ind w:left="123"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written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OLE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imal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modification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asks,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anyone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totall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rewrite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unproven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language?</w:t>
      </w:r>
    </w:p>
    <w:p>
      <w:pPr>
        <w:spacing w:before="3" w:after="0" w:line="220" w:lineRule="exact"/>
        <w:ind w:left="104" w:right="1253" w:firstLine="26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167.355438pt;margin-top:17.460293pt;width:297.600575pt;height:.1pt;mso-position-horizontal-relative:page;mso-position-vertical-relative:paragraph;z-index:-244" coordorigin="3347,349" coordsize="5952,2">
            <v:shape style="position:absolute;left:3347;top:349;width:5952;height:2" coordorigin="3347,349" coordsize="5952,0" path="m3347,349l9299,349e" filled="f" stroked="t" strokeweight="3.112476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ActiveX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components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unlike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applets,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29" w:lineRule="auto"/>
        <w:ind w:left="101" w:right="-54" w:firstLine="-10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70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7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HTML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extensions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Scriptin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Languages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Scripting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mini-program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embed­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directl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HTML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Netscape/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SunSof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scriptin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20" w:lineRule="exact"/>
        <w:ind w:right="6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matter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article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missin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right="96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-34" w:right="83" w:firstLine="5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sellin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Explorer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7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6"/>
        </w:rPr>
        <w:t>It</w:t>
      </w:r>
      <w:r>
        <w:rPr>
          <w:rFonts w:ascii="Arial" w:hAnsi="Arial" w:cs="Arial" w:eastAsia="Arial"/>
          <w:sz w:val="18"/>
          <w:szCs w:val="18"/>
          <w:spacing w:val="-14"/>
          <w:w w:val="14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Netscape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eliminat­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dangerou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Web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91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sys­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167" w:lineRule="exact"/>
        <w:ind w:right="99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4"/>
        </w:rPr>
        <w:t>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4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4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4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4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4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-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  <w:position w:val="-4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right"/>
        <w:spacing w:after="0"/>
        <w:sectPr>
          <w:type w:val="continuous"/>
          <w:pgSz w:w="11920" w:h="16860"/>
          <w:pgMar w:top="380" w:bottom="280" w:left="1280" w:right="560"/>
          <w:cols w:num="3" w:equalWidth="0">
            <w:col w:w="3217" w:space="186"/>
            <w:col w:w="3208" w:space="269"/>
            <w:col w:w="3200"/>
          </w:cols>
        </w:sectPr>
      </w:pPr>
      <w:rPr/>
    </w:p>
    <w:p>
      <w:pPr>
        <w:spacing w:before="0" w:after="0" w:line="220" w:lineRule="exact"/>
        <w:ind w:left="123" w:right="-4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operat­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123" w:right="-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ing-system-specific.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18" w:right="-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can't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Win­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Macintosh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crosoft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Win-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64" w:lineRule="exact"/>
        <w:ind w:left="18" w:right="97"/>
        <w:jc w:val="center"/>
        <w:rPr>
          <w:rFonts w:ascii="Arial" w:hAnsi="Arial" w:cs="Arial" w:eastAsia="Arial"/>
          <w:sz w:val="32"/>
          <w:szCs w:val="32"/>
        </w:rPr>
      </w:pPr>
      <w:rPr/>
      <w:r>
        <w:rPr/>
        <w:br w:type="column"/>
      </w:r>
      <w:r>
        <w:rPr>
          <w:rFonts w:ascii="Arial" w:hAnsi="Arial" w:cs="Arial" w:eastAsia="Arial"/>
          <w:sz w:val="32"/>
          <w:szCs w:val="32"/>
          <w:w w:val="86"/>
          <w:b/>
          <w:bCs/>
          <w:position w:val="2"/>
        </w:rPr>
        <w:t>Ther</w:t>
      </w:r>
      <w:r>
        <w:rPr>
          <w:rFonts w:ascii="Arial" w:hAnsi="Arial" w:cs="Arial" w:eastAsia="Arial"/>
          <w:sz w:val="32"/>
          <w:szCs w:val="32"/>
          <w:w w:val="87"/>
          <w:b/>
          <w:bCs/>
          <w:position w:val="2"/>
        </w:rPr>
        <w:t>e</w:t>
      </w:r>
      <w:r>
        <w:rPr>
          <w:rFonts w:ascii="Arial" w:hAnsi="Arial" w:cs="Arial" w:eastAsia="Arial"/>
          <w:sz w:val="32"/>
          <w:szCs w:val="32"/>
          <w:spacing w:val="-39"/>
          <w:w w:val="100"/>
          <w:b/>
          <w:bCs/>
          <w:position w:val="2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6"/>
          <w:b/>
          <w:bCs/>
          <w:position w:val="2"/>
        </w:rPr>
        <w:t>i</w:t>
      </w:r>
      <w:r>
        <w:rPr>
          <w:rFonts w:ascii="Arial" w:hAnsi="Arial" w:cs="Arial" w:eastAsia="Arial"/>
          <w:sz w:val="32"/>
          <w:szCs w:val="32"/>
          <w:spacing w:val="0"/>
          <w:w w:val="96"/>
          <w:b/>
          <w:bCs/>
          <w:position w:val="2"/>
        </w:rPr>
        <w:t>s</w:t>
      </w:r>
      <w:r>
        <w:rPr>
          <w:rFonts w:ascii="Arial" w:hAnsi="Arial" w:cs="Arial" w:eastAsia="Arial"/>
          <w:sz w:val="32"/>
          <w:szCs w:val="32"/>
          <w:spacing w:val="-25"/>
          <w:w w:val="96"/>
          <w:b/>
          <w:bCs/>
          <w:position w:val="2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6"/>
          <w:b/>
          <w:bCs/>
          <w:position w:val="2"/>
        </w:rPr>
        <w:t>on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  <w:position w:val="2"/>
        </w:rPr>
        <w:t>e</w:t>
      </w:r>
      <w:r>
        <w:rPr>
          <w:rFonts w:ascii="Arial" w:hAnsi="Arial" w:cs="Arial" w:eastAsia="Arial"/>
          <w:sz w:val="32"/>
          <w:szCs w:val="32"/>
          <w:spacing w:val="-38"/>
          <w:w w:val="100"/>
          <w:b/>
          <w:bCs/>
          <w:position w:val="2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  <w:position w:val="2"/>
        </w:rPr>
        <w:t>liHie-noticed</w:t>
      </w:r>
      <w:r>
        <w:rPr>
          <w:rFonts w:ascii="Arial" w:hAnsi="Arial" w:cs="Arial" w:eastAsia="Arial"/>
          <w:sz w:val="32"/>
          <w:szCs w:val="32"/>
          <w:spacing w:val="-19"/>
          <w:w w:val="88"/>
          <w:b/>
          <w:bCs/>
          <w:position w:val="2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  <w:position w:val="2"/>
        </w:rPr>
        <w:t>technical</w:t>
      </w:r>
      <w:r>
        <w:rPr>
          <w:rFonts w:ascii="Arial" w:hAnsi="Arial" w:cs="Arial" w:eastAsia="Arial"/>
          <w:sz w:val="32"/>
          <w:szCs w:val="32"/>
          <w:spacing w:val="-55"/>
          <w:w w:val="100"/>
          <w:b/>
          <w:bCs/>
          <w:position w:val="2"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1"/>
          <w:b/>
          <w:bCs/>
          <w:position w:val="2"/>
        </w:rPr>
        <w:t>area</w:t>
      </w:r>
      <w:r>
        <w:rPr>
          <w:rFonts w:ascii="Arial" w:hAnsi="Arial" w:cs="Arial" w:eastAsia="Arial"/>
          <w:sz w:val="32"/>
          <w:szCs w:val="32"/>
          <w:spacing w:val="0"/>
          <w:w w:val="100"/>
          <w:position w:val="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65" w:lineRule="auto"/>
        <w:ind w:left="-28" w:right="-48"/>
        <w:jc w:val="center"/>
        <w:rPr>
          <w:rFonts w:ascii="Arial" w:hAnsi="Arial" w:cs="Arial" w:eastAsia="Arial"/>
          <w:sz w:val="32"/>
          <w:szCs w:val="32"/>
        </w:rPr>
      </w:pPr>
      <w:rPr/>
      <w:r>
        <w:rPr/>
        <w:pict>
          <v:group style="position:absolute;margin-left:167.355438pt;margin-top:56.480553pt;width:297.361154pt;height:.1pt;mso-position-horizontal-relative:page;mso-position-vertical-relative:paragraph;z-index:-243" coordorigin="3347,1130" coordsize="5947,2">
            <v:shape style="position:absolute;left:3347;top:1130;width:5947;height:2" coordorigin="3347,1130" coordsize="5947,0" path="m3347,1130l9294,1130e" filled="f" stroked="t" strokeweight="3.112476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32"/>
          <w:szCs w:val="32"/>
          <w:spacing w:val="0"/>
          <w:w w:val="95"/>
          <w:b/>
          <w:bCs/>
        </w:rPr>
        <w:t>in</w:t>
      </w:r>
      <w:r>
        <w:rPr>
          <w:rFonts w:ascii="Arial" w:hAnsi="Arial" w:cs="Arial" w:eastAsia="Arial"/>
          <w:sz w:val="32"/>
          <w:szCs w:val="32"/>
          <w:spacing w:val="-22"/>
          <w:w w:val="95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90"/>
          <w:b/>
          <w:bCs/>
        </w:rPr>
        <w:t>which</w:t>
      </w:r>
      <w:r>
        <w:rPr>
          <w:rFonts w:ascii="Arial" w:hAnsi="Arial" w:cs="Arial" w:eastAsia="Arial"/>
          <w:sz w:val="32"/>
          <w:szCs w:val="32"/>
          <w:spacing w:val="-37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Microsof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5"/>
          <w:w w:val="87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and</w:t>
      </w:r>
      <w:r>
        <w:rPr>
          <w:rFonts w:ascii="Arial" w:hAnsi="Arial" w:cs="Arial" w:eastAsia="Arial"/>
          <w:sz w:val="32"/>
          <w:szCs w:val="32"/>
          <w:spacing w:val="-17"/>
          <w:w w:val="87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Netscape/SunSofl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hav</w:t>
      </w:r>
      <w:r>
        <w:rPr>
          <w:rFonts w:ascii="Arial" w:hAnsi="Arial" w:cs="Arial" w:eastAsia="Arial"/>
          <w:sz w:val="32"/>
          <w:szCs w:val="32"/>
          <w:spacing w:val="0"/>
          <w:w w:val="88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-21"/>
          <w:w w:val="88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6"/>
          <w:b/>
          <w:bCs/>
        </w:rPr>
        <w:t>gon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e</w:t>
      </w:r>
      <w:r>
        <w:rPr>
          <w:rFonts w:ascii="Arial" w:hAnsi="Arial" w:cs="Arial" w:eastAsia="Arial"/>
          <w:sz w:val="32"/>
          <w:szCs w:val="32"/>
          <w:spacing w:val="-38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in</w:t>
      </w:r>
      <w:r>
        <w:rPr>
          <w:rFonts w:ascii="Arial" w:hAnsi="Arial" w:cs="Arial" w:eastAsia="Arial"/>
          <w:sz w:val="32"/>
          <w:szCs w:val="32"/>
          <w:spacing w:val="7"/>
          <w:w w:val="87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differen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12"/>
          <w:w w:val="87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0"/>
          <w:w w:val="87"/>
          <w:b/>
          <w:bCs/>
        </w:rPr>
        <w:t>directions.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spacing w:before="0" w:after="0" w:line="205" w:lineRule="exact"/>
        <w:ind w:left="5" w:right="6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GUI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heap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right="5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crosoft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Explore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beat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Netscape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Explore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60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w w:val="104"/>
        </w:rPr>
        <w:t>etscape/SunSoft</w:t>
      </w:r>
      <w:r>
        <w:rPr>
          <w:rFonts w:ascii="Times New Roman" w:hAnsi="Times New Roman" w:cs="Times New Roman" w:eastAsia="Times New Roman"/>
          <w:sz w:val="20"/>
          <w:szCs w:val="2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initial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browse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field.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380" w:bottom="280" w:left="1280" w:right="560"/>
          <w:cols w:num="3" w:equalWidth="0">
            <w:col w:w="1921" w:space="395"/>
            <w:col w:w="5512" w:space="382"/>
            <w:col w:w="1870"/>
          </w:cols>
        </w:sectPr>
      </w:pPr>
      <w:rPr/>
    </w:p>
    <w:p>
      <w:pPr>
        <w:spacing w:before="0" w:after="0" w:line="220" w:lineRule="exact"/>
        <w:ind w:left="113" w:right="27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3.039978pt;margin-top:3.238467pt;width:14.400005pt;height:779.824909pt;mso-position-horizontal-relative:page;mso-position-vertical-relative:page;z-index:-245" coordorigin="461,65" coordsize="288,15596">
            <v:shape style="position:absolute;left:518;top:96;width:230;height:2496" type="#_x0000_t75">
              <v:imagedata r:id="rId7" o:title=""/>
            </v:shape>
            <v:shape style="position:absolute;left:461;top:6278;width:269;height:1133" type="#_x0000_t75">
              <v:imagedata r:id="rId8" o:title=""/>
            </v:shape>
            <v:group style="position:absolute;left:565;top:115;width:2;height:15496" coordorigin="565,115" coordsize="2,15496">
              <v:shape style="position:absolute;left:565;top:115;width:2;height:15496" coordorigin="565,115" coordsize="0,15496" path="m565,15611l565,115e" filled="f" stroked="t" strokeweight="5.027846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88.497375pt;margin-top:777.432983pt;width:.1pt;height:59.45225pt;mso-position-horizontal-relative:page;mso-position-vertical-relative:page;z-index:-242" coordorigin="11770,15549" coordsize="2,1189">
            <v:shape style="position:absolute;left:11770;top:15549;width:2;height:1189" coordorigin="11770,15549" coordsize="0,1189" path="m11770,16738l11770,15549e" filled="f" stroked="t" strokeweight=".95768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why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anyone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any­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else?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18" w:right="25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down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16" w:lineRule="exact"/>
        <w:ind w:left="118" w:right="29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Active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logical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upgrade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OLE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18" w:right="1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traditional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programming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number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operatin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system.</w:t>
      </w:r>
    </w:p>
    <w:p>
      <w:pPr>
        <w:spacing w:before="0" w:after="0" w:line="220" w:lineRule="exact"/>
        <w:ind w:left="113" w:right="20" w:firstLine="22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development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machine-inde­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pendent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6"/>
        </w:rPr>
        <w:t>It</w:t>
      </w:r>
      <w:r>
        <w:rPr>
          <w:rFonts w:ascii="Arial" w:hAnsi="Arial" w:cs="Arial" w:eastAsia="Arial"/>
          <w:sz w:val="18"/>
          <w:szCs w:val="18"/>
          <w:spacing w:val="-41"/>
          <w:w w:val="14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6"/>
        </w:rPr>
        <w:t>It</w:t>
      </w:r>
      <w:r>
        <w:rPr>
          <w:rFonts w:ascii="Arial" w:hAnsi="Arial" w:cs="Arial" w:eastAsia="Arial"/>
          <w:sz w:val="18"/>
          <w:szCs w:val="18"/>
          <w:spacing w:val="-28"/>
          <w:w w:val="14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complexitie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applet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operat­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apps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rewritte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language.</w:t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3" w:right="810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Scripting</w:t>
      </w:r>
      <w:r>
        <w:rPr>
          <w:rFonts w:ascii="Arial" w:hAnsi="Arial" w:cs="Arial" w:eastAsia="Arial"/>
          <w:sz w:val="19"/>
          <w:szCs w:val="19"/>
          <w:spacing w:val="-29"/>
          <w:w w:val="136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language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4" w:after="0" w:line="220" w:lineRule="exact"/>
        <w:ind w:left="113" w:right="20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HTML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Hyper-Text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Marku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Lan­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well-accepte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describin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layout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documents.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downloa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down­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HTML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interprete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displaye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HTML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Netscape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Naviga­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Explorer.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13" w:right="29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designer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long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HTML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rudimentar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capabili­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capabilitie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allow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13" w:right="4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13" w:right="23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client,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efficiently.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323" w:right="2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Netscape/Sun-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52" w:right="-44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35"/>
          <w:b/>
          <w:bCs/>
        </w:rPr>
        <w:t>46</w:t>
      </w:r>
      <w:r>
        <w:rPr>
          <w:rFonts w:ascii="Arial" w:hAnsi="Arial" w:cs="Arial" w:eastAsia="Arial"/>
          <w:sz w:val="15"/>
          <w:szCs w:val="15"/>
          <w:spacing w:val="20"/>
          <w:w w:val="135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5"/>
          <w:b/>
          <w:bCs/>
        </w:rPr>
        <w:t>05/</w:t>
      </w:r>
      <w:r>
        <w:rPr>
          <w:rFonts w:ascii="Arial" w:hAnsi="Arial" w:cs="Arial" w:eastAsia="Arial"/>
          <w:sz w:val="15"/>
          <w:szCs w:val="15"/>
          <w:spacing w:val="0"/>
          <w:w w:val="135"/>
          <w:b/>
          <w:bCs/>
        </w:rPr>
        <w:t>2</w:t>
      </w:r>
      <w:r>
        <w:rPr>
          <w:rFonts w:ascii="Arial" w:hAnsi="Arial" w:cs="Arial" w:eastAsia="Arial"/>
          <w:sz w:val="15"/>
          <w:szCs w:val="15"/>
          <w:spacing w:val="-29"/>
          <w:w w:val="135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15"/>
          <w:szCs w:val="15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5"/>
          <w:szCs w:val="15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4"/>
          <w:w w:val="100"/>
          <w:b/>
          <w:bCs/>
          <w:i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1"/>
          <w:b/>
          <w:bCs/>
        </w:rPr>
        <w:t>I</w:t>
      </w:r>
      <w:r>
        <w:rPr>
          <w:rFonts w:ascii="Arial" w:hAnsi="Arial" w:cs="Arial" w:eastAsia="Arial"/>
          <w:sz w:val="15"/>
          <w:szCs w:val="15"/>
          <w:spacing w:val="-19"/>
          <w:w w:val="131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5"/>
          <w:szCs w:val="15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  <w:b/>
          <w:bCs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65"/>
          <w:b/>
          <w:bCs/>
        </w:rPr>
        <w:t>   </w:t>
      </w:r>
      <w:r>
        <w:rPr>
          <w:rFonts w:ascii="Arial" w:hAnsi="Arial" w:cs="Arial" w:eastAsia="Arial"/>
          <w:sz w:val="15"/>
          <w:szCs w:val="15"/>
          <w:spacing w:val="26"/>
          <w:w w:val="65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5"/>
        </w:rPr>
        <w:t>J</w:t>
      </w:r>
      <w:r>
        <w:rPr>
          <w:rFonts w:ascii="Times New Roman" w:hAnsi="Times New Roman" w:cs="Times New Roman" w:eastAsia="Times New Roman"/>
          <w:sz w:val="16"/>
          <w:szCs w:val="16"/>
          <w:spacing w:val="19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A</w:t>
      </w:r>
      <w:r>
        <w:rPr>
          <w:rFonts w:ascii="Arial" w:hAnsi="Arial" w:cs="Arial" w:eastAsia="Arial"/>
          <w:sz w:val="15"/>
          <w:szCs w:val="15"/>
          <w:spacing w:val="1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N</w:t>
      </w:r>
      <w:r>
        <w:rPr>
          <w:rFonts w:ascii="Arial" w:hAnsi="Arial" w:cs="Arial" w:eastAsia="Arial"/>
          <w:sz w:val="15"/>
          <w:szCs w:val="15"/>
          <w:spacing w:val="12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U</w:t>
      </w:r>
      <w:r>
        <w:rPr>
          <w:rFonts w:ascii="Arial" w:hAnsi="Arial" w:cs="Arial" w:eastAsia="Arial"/>
          <w:sz w:val="15"/>
          <w:szCs w:val="15"/>
          <w:spacing w:val="10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A</w:t>
      </w:r>
      <w:r>
        <w:rPr>
          <w:rFonts w:ascii="Arial" w:hAnsi="Arial" w:cs="Arial" w:eastAsia="Arial"/>
          <w:sz w:val="15"/>
          <w:szCs w:val="15"/>
          <w:spacing w:val="1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R</w:t>
      </w:r>
      <w:r>
        <w:rPr>
          <w:rFonts w:ascii="Arial" w:hAnsi="Arial" w:cs="Arial" w:eastAsia="Arial"/>
          <w:sz w:val="15"/>
          <w:szCs w:val="15"/>
          <w:spacing w:val="10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Y</w:t>
      </w:r>
      <w:r>
        <w:rPr>
          <w:rFonts w:ascii="Arial" w:hAnsi="Arial" w:cs="Arial" w:eastAsia="Arial"/>
          <w:sz w:val="15"/>
          <w:szCs w:val="15"/>
          <w:spacing w:val="0"/>
          <w:w w:val="65"/>
        </w:rPr>
        <w:t>   </w:t>
      </w:r>
      <w:r>
        <w:rPr>
          <w:rFonts w:ascii="Arial" w:hAnsi="Arial" w:cs="Arial" w:eastAsia="Arial"/>
          <w:sz w:val="15"/>
          <w:szCs w:val="15"/>
          <w:spacing w:val="10"/>
          <w:w w:val="6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3"/>
        </w:rPr>
        <w:t>1</w:t>
      </w:r>
      <w:r>
        <w:rPr>
          <w:rFonts w:ascii="Arial" w:hAnsi="Arial" w:cs="Arial" w:eastAsia="Arial"/>
          <w:sz w:val="15"/>
          <w:szCs w:val="15"/>
          <w:spacing w:val="19"/>
          <w:w w:val="7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3"/>
        </w:rPr>
        <w:t>9</w:t>
      </w:r>
      <w:r>
        <w:rPr>
          <w:rFonts w:ascii="Arial" w:hAnsi="Arial" w:cs="Arial" w:eastAsia="Arial"/>
          <w:sz w:val="15"/>
          <w:szCs w:val="15"/>
          <w:spacing w:val="14"/>
          <w:w w:val="7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3"/>
        </w:rPr>
        <w:t>9</w:t>
      </w:r>
      <w:r>
        <w:rPr>
          <w:rFonts w:ascii="Arial" w:hAnsi="Arial" w:cs="Arial" w:eastAsia="Arial"/>
          <w:sz w:val="15"/>
          <w:szCs w:val="15"/>
          <w:spacing w:val="13"/>
          <w:w w:val="7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3"/>
        </w:rPr>
        <w:t>7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0" w:after="0" w:line="215" w:lineRule="exact"/>
        <w:ind w:left="292" w:right="-5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script­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3" w:right="-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well-establishe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script-like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incredible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coinci­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happen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52"/>
        </w:rPr>
        <w:t>It</w:t>
      </w:r>
      <w:r>
        <w:rPr>
          <w:rFonts w:ascii="Arial" w:hAnsi="Arial" w:cs="Arial" w:eastAsia="Arial"/>
          <w:sz w:val="18"/>
          <w:szCs w:val="18"/>
          <w:spacing w:val="-36"/>
          <w:w w:val="15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Visual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scriptin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lan­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propose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VBScript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Visual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Script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straightforward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Visual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path,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48" w:right="-54" w:firstLine="-4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·Microsoft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argues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familia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Visual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switc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HTML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programming.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16" w:lineRule="exact"/>
        <w:ind w:left="48" w:right="-45" w:firstLine="24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Netscape/SunSoft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programmer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don'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53" w:right="-1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Nobody,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argue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30" w:lineRule="auto"/>
        <w:ind w:left="29" w:right="-42" w:firstLine="2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derivative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of-snicker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snick"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er-'--Basic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modern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Therefore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scripting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JavaScript.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287" w:right="-5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M'an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argument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43" w:right="-51" w:firstLine="-1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JavaScript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VBScript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costumes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languages?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learn?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maintain?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style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written?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picture.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3" w:right="1458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28"/>
          <w:b/>
          <w:bCs/>
        </w:rPr>
        <w:t>Web</w:t>
      </w:r>
      <w:r>
        <w:rPr>
          <w:rFonts w:ascii="Arial" w:hAnsi="Arial" w:cs="Arial" w:eastAsia="Arial"/>
          <w:sz w:val="19"/>
          <w:szCs w:val="19"/>
          <w:spacing w:val="-15"/>
          <w:w w:val="128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8"/>
          <w:b/>
          <w:bCs/>
        </w:rPr>
        <w:t>browser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" w:after="0" w:line="229" w:lineRule="auto"/>
        <w:ind w:left="48" w:right="-49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visible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battle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browsers.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Internet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Explorer.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SunSoft/Netscape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Netscape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Navi­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spille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faster?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tools?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expensive?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0" w:lineRule="exact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three-pron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strategy:</w:t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7" w:lineRule="auto"/>
        <w:ind w:left="249" w:right="57" w:firstLine="-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0"/>
          <w:w w:val="25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Navigato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sites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machines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27" w:lineRule="auto"/>
        <w:ind w:left="249" w:right="61" w:firstLine="-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1"/>
          <w:w w:val="25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advantage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widespread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development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applets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7"/>
          <w:w w:val="25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encourage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24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sible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applets.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0" w:lineRule="exact"/>
        <w:ind w:right="56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ond,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Netscape/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SunSoft'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comfort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four-prong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strateg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front: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5"/>
          <w:w w:val="25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Explore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7" w:lineRule="auto"/>
        <w:ind w:left="244" w:right="70" w:firstLine="-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4"/>
          <w:w w:val="25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capabilitie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Navigato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includin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applets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avaScript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2"/>
          <w:w w:val="25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exten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capabilitie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204" w:right="12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Active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component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VBScript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7" w:lineRule="auto"/>
        <w:ind w:left="235" w:right="54" w:firstLine="-23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254"/>
        </w:rPr>
        <w:t>•</w:t>
      </w:r>
      <w:r>
        <w:rPr>
          <w:rFonts w:ascii="Times New Roman" w:hAnsi="Times New Roman" w:cs="Times New Roman" w:eastAsia="Times New Roman"/>
          <w:sz w:val="20"/>
          <w:szCs w:val="20"/>
          <w:spacing w:val="-62"/>
          <w:w w:val="25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encourage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vantage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Explorer-specific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capabilities.</w:t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0" w:lineRule="auto"/>
        <w:ind w:right="64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little-notice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techni­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area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'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scape/SunSoft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directions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majo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evolutio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hard­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discussed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security.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right="58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Securit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when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people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downloadin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software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software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downloaded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trustworthy?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23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Netscape/SunSoft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preter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They've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remove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features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380" w:bottom="280" w:left="1280" w:right="560"/>
          <w:cols w:num="3" w:equalWidth="0">
            <w:col w:w="3284" w:space="163"/>
            <w:col w:w="3146" w:space="278"/>
            <w:col w:w="3209"/>
          </w:cols>
        </w:sectPr>
      </w:pPr>
      <w:rPr/>
    </w:p>
    <w:p>
      <w:pPr>
        <w:spacing w:before="35" w:after="0" w:line="530" w:lineRule="exact"/>
        <w:ind w:left="3768" w:right="3774"/>
        <w:jc w:val="center"/>
        <w:rPr>
          <w:rFonts w:ascii="Arial" w:hAnsi="Arial" w:cs="Arial" w:eastAsia="Arial"/>
          <w:sz w:val="47"/>
          <w:szCs w:val="47"/>
        </w:rPr>
      </w:pPr>
      <w:rPr/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Th</w: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e</w:t>
      </w:r>
      <w:r>
        <w:rPr>
          <w:rFonts w:ascii="Arial" w:hAnsi="Arial" w:cs="Arial" w:eastAsia="Arial"/>
          <w:sz w:val="47"/>
          <w:szCs w:val="47"/>
          <w:spacing w:val="22"/>
          <w:w w:val="49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52"/>
          <w:b/>
          <w:bCs/>
          <w:position w:val="-2"/>
        </w:rPr>
        <w:t>World</w:t>
      </w:r>
      <w:r>
        <w:rPr>
          <w:rFonts w:ascii="Arial" w:hAnsi="Arial" w:cs="Arial" w:eastAsia="Arial"/>
          <w:sz w:val="47"/>
          <w:szCs w:val="47"/>
          <w:spacing w:val="-62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46"/>
          <w:b/>
          <w:bCs/>
          <w:position w:val="-2"/>
        </w:rPr>
        <w:t>o</w:t>
      </w:r>
      <w:r>
        <w:rPr>
          <w:rFonts w:ascii="Arial" w:hAnsi="Arial" w:cs="Arial" w:eastAsia="Arial"/>
          <w:sz w:val="47"/>
          <w:szCs w:val="47"/>
          <w:spacing w:val="0"/>
          <w:w w:val="47"/>
          <w:b/>
          <w:bCs/>
          <w:position w:val="-2"/>
        </w:rPr>
        <w:t>f</w:t>
      </w:r>
      <w:r>
        <w:rPr>
          <w:rFonts w:ascii="Arial" w:hAnsi="Arial" w:cs="Arial" w:eastAsia="Arial"/>
          <w:sz w:val="47"/>
          <w:szCs w:val="47"/>
          <w:spacing w:val="-54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Objects</w:t>
      </w:r>
      <w:r>
        <w:rPr>
          <w:rFonts w:ascii="Arial" w:hAnsi="Arial" w:cs="Arial" w:eastAsia="Arial"/>
          <w:sz w:val="47"/>
          <w:szCs w:val="47"/>
          <w:spacing w:val="0"/>
          <w:w w:val="100"/>
          <w:position w:val="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Sz w:w="11920" w:h="16860"/>
          <w:pgMar w:top="240" w:bottom="280" w:left="1080" w:right="740"/>
        </w:sectPr>
      </w:pPr>
      <w:rPr/>
    </w:p>
    <w:p>
      <w:pPr>
        <w:spacing w:before="40" w:after="0" w:line="241" w:lineRule="auto"/>
        <w:ind w:left="122" w:right="-53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5.386977pt;margin-top:5.632986pt;width:117.555819pt;height:776.474234pt;mso-position-horizontal-relative:page;mso-position-vertical-relative:page;z-index:-241" coordorigin="108,113" coordsize="2351,15529">
            <v:group style="position:absolute;left:476;top:120;width:2;height:15515" coordorigin="476,120" coordsize="2,15515">
              <v:shape style="position:absolute;left:476;top:120;width:2;height:15515" coordorigin="476,120" coordsize="0,15515" path="m476,15635l476,120e" filled="f" stroked="t" strokeweight=".718264pt" strokecolor="#000000">
                <v:path arrowok="t"/>
              </v:shape>
            </v:group>
            <v:group style="position:absolute;left:120;top:15565;width:2327;height:2" coordorigin="120,15565" coordsize="2327,2">
              <v:shape style="position:absolute;left:120;top:15565;width:2327;height:2" coordorigin="120,15565" coordsize="2327,0" path="m120,15565l2447,15565e" filled="f" stroked="t" strokeweight="1.197106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historically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favorite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hack­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4"/>
        </w:rPr>
        <w:t>ers-these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3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features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Netscape/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SunSoft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unnecessar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anywa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due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simplicit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restricte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applet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allowe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runnin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under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Navigator.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41" w:lineRule="auto"/>
        <w:ind w:left="122" w:right="-51" w:firstLine="23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significant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restriction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enforce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applet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Naviga­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abilit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lo­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files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Netscape/SunSoft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rightly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arbitrar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applet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downloade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where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allowe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local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files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2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possibilit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mali­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ciou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netpla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unlimited.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2" w:lineRule="auto"/>
        <w:ind w:left="122" w:right="-44" w:firstLine="244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restriction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impossible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seriou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application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real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application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2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store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files?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2" w:lineRule="auto"/>
        <w:ind w:left="117" w:right="-49" w:firstLine="244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Microsoft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made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different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choice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securit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model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every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control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assigne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unique,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secure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one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determine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cannot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forged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admin­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istrato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register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18"/>
          <w:szCs w:val="18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trust­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component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operating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system.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1" w:lineRule="auto"/>
        <w:ind w:left="122" w:right="-43" w:firstLine="23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component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downloade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2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2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2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ID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checke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29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against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those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operatin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trusts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trust­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component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2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allowe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downloaded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downloa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truste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component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whateve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wants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include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read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files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trust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it.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1" w:lineRule="auto"/>
        <w:ind w:left="117" w:right="-40" w:firstLine="22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securit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mechanism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robus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downloaded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Control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thing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normall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associate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OLE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9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component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appli­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cations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adminis­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trato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advance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particula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trustworthy.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41" w:lineRule="auto"/>
        <w:ind w:left="70" w:right="-14" w:firstLine="254"/>
        <w:jc w:val="righ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Netscape/SunSoft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security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mechanism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applet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downloade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anyplace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per­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son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writin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any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applet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2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2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needs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2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downloade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need­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administrato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doesn't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decide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advance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which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applet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allowe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run.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browsee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doesn't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worry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applet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do,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Nav­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igato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won'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any­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dangerous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However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applets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0" w:after="0" w:line="240" w:lineRule="auto"/>
        <w:ind w:left="38" w:right="-2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8"/>
          <w:szCs w:val="18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limited-one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even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40" w:lineRule="auto"/>
        <w:ind w:right="637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w w:val="7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crippled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functionality.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8" w:right="1400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Th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4"/>
          <w:w w:val="13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2"/>
          <w:b/>
          <w:bCs/>
        </w:rPr>
        <w:t>wild</w:t>
      </w:r>
      <w:r>
        <w:rPr>
          <w:rFonts w:ascii="Arial" w:hAnsi="Arial" w:cs="Arial" w:eastAsia="Arial"/>
          <w:sz w:val="19"/>
          <w:szCs w:val="19"/>
          <w:spacing w:val="-12"/>
          <w:w w:val="13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45"/>
          <w:b/>
          <w:bCs/>
        </w:rPr>
        <w:t>card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242" w:lineRule="auto"/>
        <w:ind w:left="38" w:right="-53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whole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game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wort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considering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throw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Oracle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Corp.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compan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bette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known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rela­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tional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products.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4" w:lineRule="exact"/>
        <w:ind w:left="283" w:right="-63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Oracle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envision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network-specif­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42" w:lineRule="auto"/>
        <w:ind w:left="38" w:right="-53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ic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computer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nickname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Net­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Computer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compute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extremel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chea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limited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functionality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built-i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Net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browser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2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1"/>
        </w:rPr>
        <w:t>It</w:t>
      </w:r>
      <w:r>
        <w:rPr>
          <w:rFonts w:ascii="Arial" w:hAnsi="Arial" w:cs="Arial" w:eastAsia="Arial"/>
          <w:sz w:val="18"/>
          <w:szCs w:val="18"/>
          <w:spacing w:val="49"/>
          <w:w w:val="13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1"/>
        </w:rPr>
        <w:t>won'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1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3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1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3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1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1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3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1"/>
        </w:rPr>
        <w:t>worry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readin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writin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local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disks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won'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Any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data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2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71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71"/>
        </w:rPr>
        <w:t>t</w:t>
      </w:r>
      <w:r>
        <w:rPr>
          <w:rFonts w:ascii="Arial" w:hAnsi="Arial" w:cs="Arial" w:eastAsia="Arial"/>
          <w:sz w:val="17"/>
          <w:szCs w:val="17"/>
          <w:spacing w:val="-1"/>
          <w:w w:val="17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need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downloaded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acros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Net.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2" w:lineRule="auto"/>
        <w:ind w:left="34" w:right="-45" w:firstLine="23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visio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highl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compatible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Netscape/SunSoft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world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2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machine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2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browse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16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operatin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system.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Nothin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Netscape/Sun­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more.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4" w:lineRule="exact"/>
        <w:ind w:left="287" w:right="-49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Oracle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NCs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41" w:lineRule="auto"/>
        <w:ind w:left="29" w:right="-43" w:firstLine="1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hundre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dollars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ubiquitou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2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8"/>
        </w:rPr>
        <w:t>telephones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8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25"/>
          <w:w w:val="128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8"/>
        </w:rPr>
        <w:t>If</w:t>
      </w:r>
      <w:r>
        <w:rPr>
          <w:rFonts w:ascii="Arial" w:hAnsi="Arial" w:cs="Arial" w:eastAsia="Arial"/>
          <w:sz w:val="19"/>
          <w:szCs w:val="19"/>
          <w:spacing w:val="33"/>
          <w:w w:val="12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8"/>
        </w:rPr>
        <w:t>this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visio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reality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Netscape/Sun­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gaine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powerful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ally.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3" w:right="1332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1"/>
          <w:b/>
          <w:bCs/>
        </w:rPr>
        <w:t>Final</w:t>
      </w:r>
      <w:r>
        <w:rPr>
          <w:rFonts w:ascii="Arial" w:hAnsi="Arial" w:cs="Arial" w:eastAsia="Arial"/>
          <w:sz w:val="19"/>
          <w:szCs w:val="19"/>
          <w:spacing w:val="-30"/>
          <w:w w:val="131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3"/>
          <w:b/>
          <w:bCs/>
        </w:rPr>
        <w:t>thoughts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241" w:lineRule="auto"/>
        <w:ind w:left="34" w:right="-44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knows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how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evolve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comin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seamles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extensio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operatin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system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replace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operatin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system?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used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runnin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55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large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application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54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applets?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application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3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2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2"/>
        </w:rPr>
        <w:t>writte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2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2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minor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extension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writte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1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48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49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bran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programming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existe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year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ago?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2" w:lineRule="auto"/>
        <w:ind w:left="38" w:right="-39" w:firstLine="23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5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interestin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times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best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sit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dodge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bullets.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8" w:right="315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Book</w:t>
      </w:r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s</w:t>
      </w:r>
      <w:r>
        <w:rPr>
          <w:rFonts w:ascii="Arial" w:hAnsi="Arial" w:cs="Arial" w:eastAsia="Arial"/>
          <w:sz w:val="19"/>
          <w:szCs w:val="19"/>
          <w:spacing w:val="-30"/>
          <w:w w:val="136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on</w:t>
      </w:r>
      <w:r>
        <w:rPr>
          <w:rFonts w:ascii="Arial" w:hAnsi="Arial" w:cs="Arial" w:eastAsia="Arial"/>
          <w:sz w:val="19"/>
          <w:szCs w:val="19"/>
          <w:spacing w:val="-27"/>
          <w:w w:val="136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thes</w:t>
      </w:r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8"/>
          <w:w w:val="136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6"/>
          <w:b/>
          <w:bCs/>
        </w:rPr>
        <w:t>topics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21" w:lineRule="exact"/>
        <w:ind w:left="43" w:right="-48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Programmin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41"/>
          <w:w w:val="9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Languag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9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6" w:lineRule="exact"/>
        <w:ind w:left="34" w:right="-3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Arnol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Goslin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Addison-Wes­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42" w:lineRule="auto"/>
        <w:ind w:left="19" w:right="-38" w:firstLine="1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ley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introductio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basic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informatio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AWT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(GUI)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toolkit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Recommended.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20" w:lineRule="exact"/>
        <w:ind w:left="38" w:right="-45" w:firstLine="24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Tutorial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Campione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Walrat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Addison-Wesley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This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book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originall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2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writte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2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hypertext-linke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HTML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document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35" w:after="0" w:line="241" w:lineRule="auto"/>
        <w:ind w:left="134" w:right="8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informatio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but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attempt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maintai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hyper­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texte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lineage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annoying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24"/>
        </w:rPr>
        <w:t>It</w:t>
      </w:r>
      <w:r>
        <w:rPr>
          <w:rFonts w:ascii="Arial" w:hAnsi="Arial" w:cs="Arial" w:eastAsia="Arial"/>
          <w:sz w:val="18"/>
          <w:szCs w:val="18"/>
          <w:spacing w:val="21"/>
          <w:w w:val="12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highl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biase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toward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applet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applicatio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development.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recommended.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29" w:lineRule="exact"/>
        <w:ind w:left="378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79"/>
          <w:i/>
        </w:rPr>
        <w:t>Core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7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79"/>
          <w:i/>
        </w:rPr>
        <w:t>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79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79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Cornell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Horstmann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144" w:right="101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(SunSof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Press/Prentice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good,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42" w:lineRule="auto"/>
        <w:ind w:left="134" w:right="91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comprehensive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book,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especially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effective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coverage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AWT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(GUI)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toolkit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Biase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toward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applications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applets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Recommended.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23" w:lineRule="exact"/>
        <w:ind w:left="364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Nutshell</w:t>
      </w:r>
      <w:r>
        <w:rPr>
          <w:rFonts w:ascii="Times New Roman" w:hAnsi="Times New Roman" w:cs="Times New Roman" w:eastAsia="Times New Roman"/>
          <w:sz w:val="21"/>
          <w:szCs w:val="21"/>
          <w:spacing w:val="4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Flanagan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144" w:right="9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O'Reill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Associates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small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42" w:lineRule="auto"/>
        <w:ind w:left="129" w:right="81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indispensable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man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obscure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look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hierarchy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learnin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once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leave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my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knapsack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Highl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recommended.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20" w:lineRule="exact"/>
        <w:ind w:left="124" w:right="64" w:firstLine="254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Applicatio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Programming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Interface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6"/>
          <w:w w:val="89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Volume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44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4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Gos­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Yelli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Addiso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Wesley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Simila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8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Nutshell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librar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coverage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muc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more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extensive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bookshelf.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Recommended.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22" w:lineRule="exact"/>
        <w:ind w:left="378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Jav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Languag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Specificatio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86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1" w:lineRule="exact"/>
        <w:ind w:left="134" w:right="92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Gosling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Joy,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Steele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Addison­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42" w:lineRule="auto"/>
        <w:ind w:left="129" w:right="80" w:firstLine="-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Wesley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contain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for­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definitio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2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necessit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people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implementing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Java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other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who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absolutel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Other­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recommended.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20" w:lineRule="exact"/>
        <w:ind w:left="124" w:right="93" w:firstLine="23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JavaScript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Flanaga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O'Reilly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Associates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overvie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reference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JavaScript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This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beta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version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so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3" w:lineRule="exact"/>
        <w:ind w:left="124" w:right="32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Recommended.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3" w:after="0" w:line="220" w:lineRule="exact"/>
        <w:ind w:left="124" w:right="60" w:firstLine="235"/>
        <w:jc w:val="both"/>
        <w:rPr>
          <w:rFonts w:ascii="Arial" w:hAnsi="Arial" w:cs="Arial" w:eastAsia="Arial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Presentin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ActiveX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88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Ernst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Sams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high-level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overvie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strateg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ActiveX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Not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informatio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hard-core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techie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2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2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there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2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isn't</w:t>
      </w:r>
      <w:r>
        <w:rPr>
          <w:rFonts w:ascii="Times New Roman" w:hAnsi="Times New Roman" w:cs="Times New Roman" w:eastAsia="Times New Roman"/>
          <w:sz w:val="19"/>
          <w:szCs w:val="19"/>
          <w:spacing w:val="55"/>
          <w:w w:val="12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muc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2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out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AcuJex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Recommended.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  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8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79"/>
        </w:rPr>
        <w:t>Dim</w:t>
      </w:r>
      <w:r>
        <w:rPr>
          <w:rFonts w:ascii="Arial" w:hAnsi="Arial" w:cs="Arial" w:eastAsia="Arial"/>
          <w:sz w:val="23"/>
          <w:szCs w:val="23"/>
          <w:spacing w:val="0"/>
          <w:w w:val="100"/>
        </w:rPr>
      </w:r>
    </w:p>
    <w:p>
      <w:pPr>
        <w:spacing w:before="0" w:after="0" w:line="132" w:lineRule="exact"/>
        <w:ind w:left="905" w:right="-20"/>
        <w:jc w:val="left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3"/>
          <w:szCs w:val="13"/>
          <w:spacing w:val="0"/>
          <w:w w:val="144"/>
        </w:rPr>
        <w:t>/</w:t>
      </w:r>
      <w:r>
        <w:rPr>
          <w:rFonts w:ascii="Arial" w:hAnsi="Arial" w:cs="Arial" w:eastAsia="Arial"/>
          <w:sz w:val="13"/>
          <w:szCs w:val="13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1" w:lineRule="auto"/>
        <w:ind w:left="124" w:right="82" w:firstLine="-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Roge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Session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teache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consult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9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object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technology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86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book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8"/>
          <w:i/>
        </w:rPr>
        <w:t>include</w:t>
      </w:r>
      <w:r>
        <w:rPr>
          <w:rFonts w:ascii="Times New Roman" w:hAnsi="Times New Roman" w:cs="Times New Roman" w:eastAsia="Times New Roman"/>
          <w:sz w:val="21"/>
          <w:szCs w:val="21"/>
          <w:spacing w:val="21"/>
          <w:w w:val="88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recently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publishe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85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Persistence­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Beyon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Object-Oriente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Databases.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Roge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4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84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publishe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1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9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OS/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2</w:t>
      </w:r>
      <w:r>
        <w:rPr>
          <w:rFonts w:ascii="Times New Roman" w:hAnsi="Times New Roman" w:cs="Times New Roman" w:eastAsia="Times New Roman"/>
          <w:sz w:val="21"/>
          <w:szCs w:val="21"/>
          <w:spacing w:val="-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Objects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Hom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pag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(</w:t>
      </w:r>
      <w:hyperlink r:id="rId9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  <w:i/>
          </w:rPr>
          <w:t>http:/www.fc.net/-roger/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100"/>
            <w:i/>
          </w:rPr>
          <w:t> </w:t>
        </w:r>
      </w:hyperlink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owatch.htm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).</w:t>
      </w:r>
      <w:r>
        <w:rPr>
          <w:rFonts w:ascii="Times New Roman" w:hAnsi="Times New Roman" w:cs="Times New Roman" w:eastAsia="Times New Roman"/>
          <w:sz w:val="21"/>
          <w:szCs w:val="21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ca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contacte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9"/>
          <w:w w:val="9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  <w:i/>
        </w:rPr>
        <w:t>at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1"/>
          <w:i/>
        </w:rPr>
        <w:t>roger@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1"/>
          <w:i/>
        </w:rPr>
        <w:t>c.net.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-32" w:right="104"/>
        <w:jc w:val="center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OS/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15"/>
          <w:szCs w:val="15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4"/>
          <w:b/>
          <w:bCs/>
        </w:rPr>
        <w:t>MA</w:t>
      </w:r>
      <w:r>
        <w:rPr>
          <w:rFonts w:ascii="Arial" w:hAnsi="Arial" w:cs="Arial" w:eastAsia="Arial"/>
          <w:sz w:val="15"/>
          <w:szCs w:val="15"/>
          <w:spacing w:val="0"/>
          <w:w w:val="134"/>
          <w:b/>
          <w:bCs/>
        </w:rPr>
        <w:t>G</w:t>
      </w:r>
      <w:r>
        <w:rPr>
          <w:rFonts w:ascii="Arial" w:hAnsi="Arial" w:cs="Arial" w:eastAsia="Arial"/>
          <w:sz w:val="15"/>
          <w:szCs w:val="15"/>
          <w:spacing w:val="-17"/>
          <w:w w:val="134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5"/>
          <w:szCs w:val="15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53"/>
          <w:b/>
          <w:bCs/>
        </w:rPr>
        <w:t>I</w:t>
      </w:r>
      <w:r>
        <w:rPr>
          <w:rFonts w:ascii="Arial" w:hAnsi="Arial" w:cs="Arial" w:eastAsia="Arial"/>
          <w:sz w:val="15"/>
          <w:szCs w:val="15"/>
          <w:spacing w:val="-33"/>
          <w:w w:val="153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5"/>
          <w:szCs w:val="15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5"/>
          <w:szCs w:val="15"/>
          <w:spacing w:val="8"/>
          <w:w w:val="81"/>
          <w:b/>
          <w:bCs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61"/>
        </w:rPr>
        <w:t>J</w:t>
      </w:r>
      <w:r>
        <w:rPr>
          <w:rFonts w:ascii="Times New Roman" w:hAnsi="Times New Roman" w:cs="Times New Roman" w:eastAsia="Times New Roman"/>
          <w:sz w:val="16"/>
          <w:szCs w:val="16"/>
          <w:spacing w:val="23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A</w:t>
      </w:r>
      <w:r>
        <w:rPr>
          <w:rFonts w:ascii="Arial" w:hAnsi="Arial" w:cs="Arial" w:eastAsia="Arial"/>
          <w:sz w:val="15"/>
          <w:szCs w:val="15"/>
          <w:spacing w:val="6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N</w:t>
      </w:r>
      <w:r>
        <w:rPr>
          <w:rFonts w:ascii="Arial" w:hAnsi="Arial" w:cs="Arial" w:eastAsia="Arial"/>
          <w:sz w:val="15"/>
          <w:szCs w:val="15"/>
          <w:spacing w:val="13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U</w:t>
      </w:r>
      <w:r>
        <w:rPr>
          <w:rFonts w:ascii="Arial" w:hAnsi="Arial" w:cs="Arial" w:eastAsia="Arial"/>
          <w:sz w:val="15"/>
          <w:szCs w:val="15"/>
          <w:spacing w:val="21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A</w:t>
      </w:r>
      <w:r>
        <w:rPr>
          <w:rFonts w:ascii="Arial" w:hAnsi="Arial" w:cs="Arial" w:eastAsia="Arial"/>
          <w:sz w:val="15"/>
          <w:szCs w:val="15"/>
          <w:spacing w:val="6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R</w:t>
      </w:r>
      <w:r>
        <w:rPr>
          <w:rFonts w:ascii="Arial" w:hAnsi="Arial" w:cs="Arial" w:eastAsia="Arial"/>
          <w:sz w:val="15"/>
          <w:szCs w:val="15"/>
          <w:spacing w:val="15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Y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   </w:t>
      </w:r>
      <w:r>
        <w:rPr>
          <w:rFonts w:ascii="Arial" w:hAnsi="Arial" w:cs="Arial" w:eastAsia="Arial"/>
          <w:sz w:val="15"/>
          <w:szCs w:val="15"/>
          <w:spacing w:val="20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1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9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9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4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9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3"/>
          <w:w w:val="6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7</w:t>
      </w:r>
      <w:r>
        <w:rPr>
          <w:rFonts w:ascii="Arial" w:hAnsi="Arial" w:cs="Arial" w:eastAsia="Arial"/>
          <w:sz w:val="15"/>
          <w:szCs w:val="15"/>
          <w:spacing w:val="0"/>
          <w:w w:val="61"/>
        </w:rPr>
        <w:t>    </w:t>
      </w:r>
      <w:r>
        <w:rPr>
          <w:rFonts w:ascii="Arial" w:hAnsi="Arial" w:cs="Arial" w:eastAsia="Arial"/>
          <w:sz w:val="15"/>
          <w:szCs w:val="15"/>
          <w:spacing w:val="19"/>
          <w:w w:val="61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4"/>
        </w:rPr>
        <w:t>47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sectPr>
      <w:type w:val="continuous"/>
      <w:pgSz w:w="11920" w:h="16860"/>
      <w:pgMar w:top="380" w:bottom="280" w:left="1080" w:right="740"/>
      <w:cols w:num="3" w:equalWidth="0">
        <w:col w:w="3216" w:space="244"/>
        <w:col w:w="3134" w:space="150"/>
        <w:col w:w="335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fc.net/-roger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2012-07-27T11:33:58Z</dcterms:created>
  <dcterms:modified xsi:type="dcterms:W3CDTF">2012-07-27T11:33:58Z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LastSaved">
    <vt:filetime>2012-07-27T00:00:00Z</vt:filetime>
  </property>
</Properties>
</file>